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DD9EF-C326-4BB5-8467-3A9C5C6EAA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